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8E3" w:rsidRPr="006B01C1" w:rsidRDefault="009D08E3" w:rsidP="00B63E71">
      <w:pPr>
        <w:spacing w:line="437" w:lineRule="exact"/>
        <w:jc w:val="center"/>
        <w:rPr>
          <w:b/>
        </w:rPr>
      </w:pPr>
      <w:r w:rsidRPr="00152DCD">
        <w:rPr>
          <w:b/>
        </w:rPr>
        <w:t xml:space="preserve">ПРАКТИЧЕСКАЯ РАБОТА № </w:t>
      </w:r>
      <w:r>
        <w:rPr>
          <w:b/>
        </w:rPr>
        <w:t>2</w:t>
      </w:r>
      <w:r w:rsidRPr="00152DCD">
        <w:rPr>
          <w:b/>
        </w:rPr>
        <w:t>0</w:t>
      </w:r>
    </w:p>
    <w:p w:rsidR="009D08E3" w:rsidRPr="006B01C1" w:rsidRDefault="009D08E3" w:rsidP="00B63E71">
      <w:pPr>
        <w:spacing w:line="437" w:lineRule="exact"/>
        <w:jc w:val="both"/>
        <w:rPr>
          <w:b/>
        </w:rPr>
      </w:pPr>
    </w:p>
    <w:p w:rsidR="009D08E3" w:rsidRPr="006B01C1" w:rsidRDefault="009D08E3" w:rsidP="00B63E71">
      <w:r w:rsidRPr="006B01C1">
        <w:rPr>
          <w:b/>
          <w:shd w:val="clear" w:color="auto" w:fill="FFFFFF"/>
        </w:rPr>
        <w:t xml:space="preserve">Тема: </w:t>
      </w:r>
      <w:r w:rsidRPr="006B01C1">
        <w:rPr>
          <w:shd w:val="clear" w:color="auto" w:fill="FFFFFF"/>
        </w:rPr>
        <w:t>«</w:t>
      </w:r>
      <w:r>
        <w:t>Измерение сопротивления изоляции</w:t>
      </w:r>
      <w:r w:rsidRPr="006B01C1">
        <w:rPr>
          <w:shd w:val="clear" w:color="auto" w:fill="FFFFFF"/>
        </w:rPr>
        <w:t>»</w:t>
      </w:r>
    </w:p>
    <w:p w:rsidR="009D08E3" w:rsidRPr="006B01C1" w:rsidRDefault="009D08E3" w:rsidP="00B63E71">
      <w:pPr>
        <w:widowControl w:val="0"/>
        <w:suppressAutoHyphens/>
        <w:jc w:val="both"/>
        <w:rPr>
          <w:kern w:val="1"/>
          <w:lang w:eastAsia="en-US"/>
        </w:rPr>
      </w:pPr>
      <w:r w:rsidRPr="006B01C1">
        <w:rPr>
          <w:b/>
        </w:rPr>
        <w:t>Цель работы:</w:t>
      </w:r>
      <w:r w:rsidRPr="006B01C1">
        <w:rPr>
          <w:kern w:val="1"/>
          <w:lang w:eastAsia="en-US"/>
        </w:rPr>
        <w:t xml:space="preserve"> </w:t>
      </w:r>
      <w:r>
        <w:t>Измерение сопротивления изоляции двигателя с короткозамкнутым ротором</w:t>
      </w:r>
    </w:p>
    <w:p w:rsidR="009D08E3" w:rsidRDefault="009D08E3" w:rsidP="00B63E71">
      <w:pPr>
        <w:pStyle w:val="NoSpacing"/>
        <w:rPr>
          <w:rFonts w:ascii="Times New Roman" w:hAnsi="Times New Roman"/>
          <w:b/>
          <w:sz w:val="24"/>
          <w:szCs w:val="24"/>
        </w:rPr>
      </w:pPr>
      <w:r w:rsidRPr="006B01C1">
        <w:rPr>
          <w:rFonts w:ascii="Times New Roman" w:hAnsi="Times New Roman"/>
          <w:b/>
          <w:sz w:val="24"/>
          <w:szCs w:val="24"/>
        </w:rPr>
        <w:t xml:space="preserve">Материально-техническое обеспечение работы: </w:t>
      </w:r>
    </w:p>
    <w:p w:rsidR="009D08E3" w:rsidRPr="0031271E" w:rsidRDefault="009D08E3" w:rsidP="00B63E71">
      <w:pPr>
        <w:pStyle w:val="ListParagraph"/>
        <w:numPr>
          <w:ilvl w:val="0"/>
          <w:numId w:val="1"/>
        </w:numPr>
        <w:tabs>
          <w:tab w:val="left" w:pos="993"/>
        </w:tabs>
        <w:ind w:left="0" w:firstLine="567"/>
        <w:jc w:val="both"/>
      </w:pPr>
      <w:r w:rsidRPr="0031271E">
        <w:t>Асинхронный двигатель с КЗ ротором</w:t>
      </w:r>
    </w:p>
    <w:p w:rsidR="009D08E3" w:rsidRPr="0031271E" w:rsidRDefault="009D08E3" w:rsidP="00B63E71">
      <w:pPr>
        <w:pStyle w:val="ListParagraph"/>
        <w:numPr>
          <w:ilvl w:val="0"/>
          <w:numId w:val="1"/>
        </w:numPr>
        <w:tabs>
          <w:tab w:val="left" w:pos="993"/>
        </w:tabs>
        <w:ind w:left="0" w:firstLine="567"/>
        <w:jc w:val="both"/>
      </w:pPr>
      <w:r w:rsidRPr="0031271E">
        <w:t xml:space="preserve">Отвертка шлицевая, </w:t>
      </w:r>
    </w:p>
    <w:p w:rsidR="009D08E3" w:rsidRPr="0031271E" w:rsidRDefault="009D08E3" w:rsidP="00B63E71">
      <w:pPr>
        <w:pStyle w:val="ListParagraph"/>
        <w:numPr>
          <w:ilvl w:val="0"/>
          <w:numId w:val="1"/>
        </w:numPr>
        <w:tabs>
          <w:tab w:val="left" w:pos="993"/>
        </w:tabs>
        <w:ind w:left="0" w:firstLine="567"/>
        <w:jc w:val="both"/>
      </w:pPr>
      <w:r w:rsidRPr="0031271E">
        <w:t xml:space="preserve">Ключ торцевой </w:t>
      </w:r>
      <w:smartTag w:uri="urn:schemas-microsoft-com:office:smarttags" w:element="metricconverter">
        <w:smartTagPr>
          <w:attr w:name="ProductID" w:val="8 мм"/>
        </w:smartTagPr>
        <w:r w:rsidRPr="0031271E">
          <w:t>8 мм</w:t>
        </w:r>
      </w:smartTag>
    </w:p>
    <w:p w:rsidR="009D08E3" w:rsidRPr="0031271E" w:rsidRDefault="009D08E3" w:rsidP="00B63E71">
      <w:pPr>
        <w:pStyle w:val="ListParagraph"/>
        <w:numPr>
          <w:ilvl w:val="0"/>
          <w:numId w:val="1"/>
        </w:numPr>
        <w:tabs>
          <w:tab w:val="left" w:pos="993"/>
        </w:tabs>
        <w:ind w:left="0" w:firstLine="567"/>
        <w:jc w:val="both"/>
      </w:pPr>
      <w:r w:rsidRPr="0031271E">
        <w:t>Мультиметр</w:t>
      </w:r>
    </w:p>
    <w:p w:rsidR="009D08E3" w:rsidRPr="0031271E" w:rsidRDefault="009D08E3" w:rsidP="00B63E71">
      <w:pPr>
        <w:pStyle w:val="ListParagraph"/>
        <w:numPr>
          <w:ilvl w:val="0"/>
          <w:numId w:val="1"/>
        </w:numPr>
        <w:tabs>
          <w:tab w:val="left" w:pos="993"/>
        </w:tabs>
        <w:ind w:left="0" w:firstLine="567"/>
        <w:jc w:val="both"/>
      </w:pPr>
      <w:r w:rsidRPr="0031271E">
        <w:t>Мегомметр на 500 В</w:t>
      </w:r>
    </w:p>
    <w:p w:rsidR="009D08E3" w:rsidRDefault="009D08E3" w:rsidP="00B63E71">
      <w:pPr>
        <w:pStyle w:val="NoSpacing"/>
        <w:rPr>
          <w:rFonts w:ascii="Times New Roman" w:hAnsi="Times New Roman"/>
          <w:sz w:val="24"/>
          <w:szCs w:val="24"/>
        </w:rPr>
      </w:pPr>
      <w:r w:rsidRPr="006B01C1">
        <w:rPr>
          <w:rFonts w:ascii="Times New Roman" w:hAnsi="Times New Roman"/>
          <w:sz w:val="24"/>
          <w:szCs w:val="24"/>
        </w:rPr>
        <w:t>Рекомендуемая литература:</w:t>
      </w:r>
    </w:p>
    <w:p w:rsidR="009D08E3" w:rsidRPr="006B01C1" w:rsidRDefault="009D08E3" w:rsidP="00B63E71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Информационный лист</w:t>
      </w:r>
    </w:p>
    <w:p w:rsidR="009D08E3" w:rsidRPr="006B01C1" w:rsidRDefault="009D08E3" w:rsidP="00B63E71">
      <w:pPr>
        <w:pStyle w:val="NoSpacing"/>
        <w:rPr>
          <w:rFonts w:ascii="Times New Roman" w:hAnsi="Times New Roman"/>
          <w:b/>
          <w:sz w:val="24"/>
          <w:szCs w:val="24"/>
        </w:rPr>
      </w:pPr>
      <w:r w:rsidRPr="006B01C1">
        <w:rPr>
          <w:rFonts w:ascii="Times New Roman" w:hAnsi="Times New Roman"/>
          <w:b/>
          <w:sz w:val="24"/>
          <w:szCs w:val="24"/>
        </w:rPr>
        <w:t>Указание к работе (инструкция):</w:t>
      </w:r>
    </w:p>
    <w:p w:rsidR="009D08E3" w:rsidRPr="006B01C1" w:rsidRDefault="009D08E3" w:rsidP="00B63E71">
      <w:pPr>
        <w:pStyle w:val="NoSpacing"/>
        <w:rPr>
          <w:rFonts w:ascii="Times New Roman" w:hAnsi="Times New Roman"/>
          <w:sz w:val="24"/>
          <w:szCs w:val="24"/>
        </w:rPr>
      </w:pPr>
      <w:r w:rsidRPr="006B01C1">
        <w:rPr>
          <w:rFonts w:ascii="Times New Roman" w:hAnsi="Times New Roman"/>
          <w:sz w:val="24"/>
          <w:szCs w:val="24"/>
        </w:rPr>
        <w:t>Внимательно прочитайте задание.</w:t>
      </w:r>
    </w:p>
    <w:p w:rsidR="009D08E3" w:rsidRPr="006B01C1" w:rsidRDefault="009D08E3" w:rsidP="00B63E71">
      <w:pPr>
        <w:pStyle w:val="NoSpacing"/>
        <w:rPr>
          <w:rFonts w:ascii="Times New Roman" w:hAnsi="Times New Roman"/>
          <w:b/>
          <w:sz w:val="24"/>
          <w:szCs w:val="24"/>
        </w:rPr>
      </w:pPr>
      <w:r w:rsidRPr="006B01C1">
        <w:rPr>
          <w:rFonts w:ascii="Times New Roman" w:hAnsi="Times New Roman"/>
          <w:sz w:val="24"/>
          <w:szCs w:val="24"/>
        </w:rPr>
        <w:t>Время выполнения задания –</w:t>
      </w:r>
      <w:r w:rsidRPr="006B01C1">
        <w:rPr>
          <w:rFonts w:ascii="Times New Roman" w:hAnsi="Times New Roman"/>
          <w:b/>
          <w:sz w:val="24"/>
          <w:szCs w:val="24"/>
        </w:rPr>
        <w:t xml:space="preserve"> </w:t>
      </w:r>
      <w:r w:rsidRPr="006B01C1">
        <w:rPr>
          <w:rFonts w:ascii="Times New Roman" w:hAnsi="Times New Roman"/>
          <w:sz w:val="24"/>
          <w:szCs w:val="24"/>
        </w:rPr>
        <w:t>90 мин</w:t>
      </w:r>
    </w:p>
    <w:p w:rsidR="009D08E3" w:rsidRPr="006B01C1" w:rsidRDefault="009D08E3" w:rsidP="00B63E71">
      <w:pPr>
        <w:pStyle w:val="NoSpacing"/>
        <w:rPr>
          <w:rFonts w:ascii="Times New Roman" w:hAnsi="Times New Roman"/>
          <w:b/>
          <w:sz w:val="24"/>
          <w:szCs w:val="24"/>
        </w:rPr>
      </w:pPr>
      <w:r w:rsidRPr="006B01C1">
        <w:rPr>
          <w:rFonts w:ascii="Times New Roman" w:hAnsi="Times New Roman"/>
          <w:b/>
          <w:sz w:val="24"/>
          <w:szCs w:val="24"/>
        </w:rPr>
        <w:t>Ход работы:</w:t>
      </w:r>
    </w:p>
    <w:p w:rsidR="009D08E3" w:rsidRDefault="009D08E3" w:rsidP="00B63E71">
      <w:r w:rsidRPr="006B01C1">
        <w:t>Задание 1.</w:t>
      </w:r>
    </w:p>
    <w:p w:rsidR="009D08E3" w:rsidRPr="00152DCD" w:rsidRDefault="009D08E3" w:rsidP="00B63E71">
      <w:pPr>
        <w:jc w:val="center"/>
      </w:pPr>
      <w:r w:rsidRPr="00152DCD">
        <w:t>Изучите информацию и выполните измерения</w:t>
      </w:r>
    </w:p>
    <w:p w:rsidR="009D08E3" w:rsidRPr="00152DCD" w:rsidRDefault="009D08E3" w:rsidP="00B63E71">
      <w:pPr>
        <w:jc w:val="center"/>
      </w:pPr>
      <w:r w:rsidRPr="00152DCD">
        <w:t xml:space="preserve">Теоретическая часть </w:t>
      </w:r>
    </w:p>
    <w:p w:rsidR="009D08E3" w:rsidRPr="00152DCD" w:rsidRDefault="009D08E3" w:rsidP="00B63E71">
      <w:pPr>
        <w:pStyle w:val="ListParagraph"/>
        <w:tabs>
          <w:tab w:val="left" w:pos="567"/>
        </w:tabs>
        <w:ind w:left="0"/>
        <w:jc w:val="both"/>
      </w:pPr>
      <w:r w:rsidRPr="00152DCD">
        <w:t>Асинхронный двигатель с короткозамкнутой обмоткой ротора - электрический двигатель, в котором вращение магнитного поля статора выше скорости вращения магнитного поля ротора.</w:t>
      </w:r>
    </w:p>
    <w:p w:rsidR="009D08E3" w:rsidRPr="00152DCD" w:rsidRDefault="009D08E3" w:rsidP="00B63E71">
      <w:pPr>
        <w:pStyle w:val="ListParagraph"/>
        <w:tabs>
          <w:tab w:val="left" w:pos="567"/>
        </w:tabs>
        <w:ind w:left="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http://electric-blogger.ru/wp-content/uploads/2017/06/dvigatel.jpg" style="width:261pt;height:195.75pt;visibility:visible">
            <v:imagedata r:id="rId5" o:title=""/>
          </v:shape>
        </w:pict>
      </w:r>
    </w:p>
    <w:p w:rsidR="009D08E3" w:rsidRPr="00152DCD" w:rsidRDefault="009D08E3" w:rsidP="00B63E71">
      <w:pPr>
        <w:pStyle w:val="ListParagraph"/>
        <w:tabs>
          <w:tab w:val="left" w:pos="567"/>
        </w:tabs>
        <w:ind w:left="0"/>
        <w:jc w:val="both"/>
      </w:pPr>
      <w:r w:rsidRPr="00152DCD">
        <w:t>Электрические повреждения:</w:t>
      </w:r>
    </w:p>
    <w:p w:rsidR="009D08E3" w:rsidRPr="00152DCD" w:rsidRDefault="009D08E3" w:rsidP="00B63E71">
      <w:pPr>
        <w:pStyle w:val="ListParagraph"/>
        <w:tabs>
          <w:tab w:val="left" w:pos="567"/>
        </w:tabs>
        <w:ind w:left="0" w:firstLine="284"/>
        <w:jc w:val="both"/>
      </w:pPr>
      <w:r w:rsidRPr="00152DCD">
        <w:t>- межвитковые замыкания;</w:t>
      </w:r>
    </w:p>
    <w:p w:rsidR="009D08E3" w:rsidRPr="00152DCD" w:rsidRDefault="009D08E3" w:rsidP="00B63E71">
      <w:pPr>
        <w:pStyle w:val="ListParagraph"/>
        <w:tabs>
          <w:tab w:val="left" w:pos="567"/>
        </w:tabs>
        <w:ind w:left="0" w:firstLine="284"/>
        <w:jc w:val="both"/>
      </w:pPr>
      <w:r w:rsidRPr="00152DCD">
        <w:t>- обрывы в обмотках;</w:t>
      </w:r>
    </w:p>
    <w:p w:rsidR="009D08E3" w:rsidRPr="00152DCD" w:rsidRDefault="009D08E3" w:rsidP="00B63E71">
      <w:pPr>
        <w:pStyle w:val="ListParagraph"/>
        <w:tabs>
          <w:tab w:val="left" w:pos="567"/>
        </w:tabs>
        <w:ind w:left="0" w:firstLine="284"/>
        <w:jc w:val="both"/>
      </w:pPr>
      <w:r w:rsidRPr="00152DCD">
        <w:t>- пробой изоляции на корпус;</w:t>
      </w:r>
    </w:p>
    <w:p w:rsidR="009D08E3" w:rsidRPr="00152DCD" w:rsidRDefault="009D08E3" w:rsidP="00B63E71">
      <w:pPr>
        <w:pStyle w:val="ListParagraph"/>
        <w:tabs>
          <w:tab w:val="left" w:pos="567"/>
        </w:tabs>
        <w:ind w:left="0" w:firstLine="284"/>
        <w:jc w:val="both"/>
      </w:pPr>
      <w:r w:rsidRPr="00152DCD">
        <w:t>- старение изоляции;</w:t>
      </w:r>
    </w:p>
    <w:p w:rsidR="009D08E3" w:rsidRDefault="009D08E3" w:rsidP="00B63E71">
      <w:pPr>
        <w:pStyle w:val="ListParagraph"/>
        <w:tabs>
          <w:tab w:val="left" w:pos="567"/>
        </w:tabs>
        <w:ind w:left="0"/>
        <w:jc w:val="both"/>
      </w:pPr>
      <w:r w:rsidRPr="00152DCD">
        <w:t>Целостность и с</w:t>
      </w:r>
      <w:r>
        <w:t>опротивление обмоток двигателя проверяют прибором мультиметром</w:t>
      </w:r>
      <w:r w:rsidRPr="00152DCD">
        <w:t>. Проверить можно таким способом:</w:t>
      </w:r>
    </w:p>
    <w:p w:rsidR="009D08E3" w:rsidRPr="00152DCD" w:rsidRDefault="009D08E3" w:rsidP="00B63E71">
      <w:pPr>
        <w:pStyle w:val="ListParagraph"/>
        <w:tabs>
          <w:tab w:val="left" w:pos="567"/>
        </w:tabs>
        <w:ind w:left="0"/>
        <w:jc w:val="both"/>
      </w:pPr>
    </w:p>
    <w:p w:rsidR="009D08E3" w:rsidRPr="00152DCD" w:rsidRDefault="009D08E3" w:rsidP="00B63E71">
      <w:pPr>
        <w:pStyle w:val="ListParagraph"/>
        <w:numPr>
          <w:ilvl w:val="0"/>
          <w:numId w:val="4"/>
        </w:numPr>
        <w:tabs>
          <w:tab w:val="left" w:pos="567"/>
        </w:tabs>
        <w:ind w:left="284" w:firstLine="0"/>
        <w:jc w:val="both"/>
      </w:pPr>
      <w:r w:rsidRPr="00152DCD">
        <w:t>Устанавливаем мультиметр в режим измерения сопротивления на 200 Ом</w:t>
      </w:r>
    </w:p>
    <w:p w:rsidR="009D08E3" w:rsidRPr="00152DCD" w:rsidRDefault="009D08E3" w:rsidP="00B63E71">
      <w:pPr>
        <w:pStyle w:val="ListParagraph"/>
        <w:numPr>
          <w:ilvl w:val="0"/>
          <w:numId w:val="4"/>
        </w:numPr>
        <w:tabs>
          <w:tab w:val="left" w:pos="567"/>
        </w:tabs>
        <w:ind w:left="284" w:firstLine="0"/>
        <w:jc w:val="both"/>
      </w:pPr>
      <w:r w:rsidRPr="00152DCD">
        <w:t>Находим винт для заземления электродвигателя или может подойти любая металлическая часть корпуса, на которой нет краски.</w:t>
      </w:r>
    </w:p>
    <w:p w:rsidR="009D08E3" w:rsidRPr="00152DCD" w:rsidRDefault="009D08E3" w:rsidP="00B63E71">
      <w:pPr>
        <w:pStyle w:val="ListParagraph"/>
        <w:numPr>
          <w:ilvl w:val="0"/>
          <w:numId w:val="4"/>
        </w:numPr>
        <w:tabs>
          <w:tab w:val="left" w:pos="567"/>
        </w:tabs>
        <w:ind w:left="284" w:firstLine="0"/>
        <w:jc w:val="both"/>
      </w:pPr>
      <w:r w:rsidRPr="00152DCD">
        <w:t>К этому месту прижимаем щуп мультиметра, а второй по очереди к каждому электрическому контакту двигателя.</w:t>
      </w:r>
    </w:p>
    <w:p w:rsidR="009D08E3" w:rsidRPr="00152DCD" w:rsidRDefault="009D08E3" w:rsidP="00B63E71">
      <w:pPr>
        <w:tabs>
          <w:tab w:val="left" w:pos="567"/>
        </w:tabs>
        <w:ind w:left="284"/>
        <w:jc w:val="both"/>
      </w:pPr>
    </w:p>
    <w:p w:rsidR="009D08E3" w:rsidRPr="00143CCC" w:rsidRDefault="009D08E3" w:rsidP="00B63E71">
      <w:pPr>
        <w:spacing w:before="100" w:beforeAutospacing="1"/>
        <w:jc w:val="center"/>
        <w:rPr>
          <w:b/>
        </w:rPr>
      </w:pPr>
      <w:r w:rsidRPr="00143CCC">
        <w:rPr>
          <w:b/>
        </w:rPr>
        <w:t>Как проверить состояние изоляции обмоток относительно корпуса?</w:t>
      </w:r>
    </w:p>
    <w:p w:rsidR="009D08E3" w:rsidRPr="00152DCD" w:rsidRDefault="009D08E3" w:rsidP="00B63E71">
      <w:pPr>
        <w:spacing w:before="100" w:beforeAutospacing="1"/>
        <w:ind w:firstLine="708"/>
        <w:jc w:val="both"/>
      </w:pPr>
      <w:r w:rsidRPr="00152DCD">
        <w:t xml:space="preserve">Для выявления нарушения диэлектрических свойств изоляции относительно статора и ротора необходимо использовать специально предназначенный для этих целей прибор — </w:t>
      </w:r>
      <w:hyperlink r:id="rId6" w:history="1">
        <w:r w:rsidRPr="00152DCD">
          <w:t>мегомметр</w:t>
        </w:r>
      </w:hyperlink>
      <w:r w:rsidRPr="00152DCD">
        <w:t>.</w:t>
      </w:r>
    </w:p>
    <w:p w:rsidR="009D08E3" w:rsidRPr="00152DCD" w:rsidRDefault="009D08E3" w:rsidP="00B63E71">
      <w:pPr>
        <w:spacing w:before="100" w:beforeAutospacing="1"/>
        <w:ind w:firstLine="567"/>
        <w:jc w:val="both"/>
      </w:pPr>
      <w:r w:rsidRPr="00152DCD">
        <w:t>Он подбирается по величине выходной мощности и напряжению.</w:t>
      </w:r>
    </w:p>
    <w:p w:rsidR="009D08E3" w:rsidRPr="00152DCD" w:rsidRDefault="009D08E3" w:rsidP="00B63E71">
      <w:pPr>
        <w:spacing w:line="360" w:lineRule="auto"/>
        <w:ind w:firstLine="567"/>
        <w:jc w:val="both"/>
      </w:pPr>
      <w:r>
        <w:rPr>
          <w:noProof/>
        </w:rPr>
        <w:pict>
          <v:shape id="Рисунок 9" o:spid="_x0000_i1026" type="#_x0000_t75" alt="Измерение сопротивления изоляции мегаомметром" style="width:375pt;height:259.5pt;visibility:visible">
            <v:imagedata r:id="rId7" o:title=""/>
          </v:shape>
        </w:pict>
      </w:r>
    </w:p>
    <w:p w:rsidR="009D08E3" w:rsidRPr="00152DCD" w:rsidRDefault="009D08E3" w:rsidP="00B63E71">
      <w:pPr>
        <w:spacing w:line="360" w:lineRule="auto"/>
        <w:ind w:firstLine="567"/>
        <w:jc w:val="both"/>
      </w:pPr>
      <w:r w:rsidRPr="00152DCD">
        <w:t>Первоначально измерительные концы подключаются на общую клемму выводов обмоток и болт заземления корпуса. У собранного двигателя электрический контакт корпусов статора и ротора создается через металлические подшипники.</w:t>
      </w:r>
    </w:p>
    <w:p w:rsidR="009D08E3" w:rsidRPr="00152DCD" w:rsidRDefault="009D08E3" w:rsidP="00B63E71">
      <w:pPr>
        <w:spacing w:line="360" w:lineRule="auto"/>
        <w:ind w:firstLine="567"/>
        <w:jc w:val="both"/>
      </w:pPr>
      <w:r w:rsidRPr="00152DCD">
        <w:t>Если замер показывает нормальную изоляцию, то этого вполне достаточно. В противном случае все обмотки рассоединяются и осуществляется поиск нарушения изоляции методом измерения и осмотра отдельных цепей.</w:t>
      </w:r>
    </w:p>
    <w:p w:rsidR="009D08E3" w:rsidRPr="00152DCD" w:rsidRDefault="009D08E3" w:rsidP="00B63E71">
      <w:pPr>
        <w:spacing w:line="360" w:lineRule="auto"/>
        <w:ind w:firstLine="567"/>
        <w:jc w:val="both"/>
      </w:pPr>
      <w:r w:rsidRPr="00152DCD">
        <w:t>Причины плохого состояния изоляции могут быть разными: от механического нарушения слоя лакокрасочного покрытия проводов до повышенной влажности внутри корпуса. Поэтому их надо точно определить. В одних случаях достаточно хорошо просушить обмотки, а в других необходимо искать места с царапинами или задирами для исключения токов утечек</w:t>
      </w:r>
    </w:p>
    <w:p w:rsidR="009D08E3" w:rsidRPr="00152DCD" w:rsidRDefault="009D08E3" w:rsidP="00B63E71">
      <w:pPr>
        <w:ind w:firstLine="567"/>
        <w:jc w:val="both"/>
      </w:pPr>
    </w:p>
    <w:p w:rsidR="009D08E3" w:rsidRPr="00143CCC" w:rsidRDefault="009D08E3" w:rsidP="00143CCC">
      <w:pPr>
        <w:jc w:val="center"/>
        <w:rPr>
          <w:b/>
          <w:lang w:val="en-US"/>
        </w:rPr>
      </w:pPr>
      <w:r w:rsidRPr="00143CCC">
        <w:rPr>
          <w:b/>
        </w:rPr>
        <w:t>Ответьте на контрольные вопросы</w:t>
      </w:r>
    </w:p>
    <w:p w:rsidR="009D08E3" w:rsidRPr="00152DCD" w:rsidRDefault="009D08E3" w:rsidP="00B63E71">
      <w:pPr>
        <w:pStyle w:val="ListParagraph"/>
        <w:numPr>
          <w:ilvl w:val="0"/>
          <w:numId w:val="3"/>
        </w:numPr>
        <w:jc w:val="both"/>
      </w:pPr>
      <w:r w:rsidRPr="00152DCD">
        <w:t>Обозначения начала и концов обмоток асинхронного двигателя</w:t>
      </w:r>
    </w:p>
    <w:p w:rsidR="009D08E3" w:rsidRPr="00152DCD" w:rsidRDefault="009D08E3" w:rsidP="00B63E71">
      <w:pPr>
        <w:pStyle w:val="ListParagraph"/>
        <w:numPr>
          <w:ilvl w:val="0"/>
          <w:numId w:val="3"/>
        </w:numPr>
        <w:jc w:val="both"/>
      </w:pPr>
      <w:r w:rsidRPr="00152DCD">
        <w:t>Перечислите основные электрические неисправности асинхронного двигателя.</w:t>
      </w:r>
    </w:p>
    <w:p w:rsidR="009D08E3" w:rsidRPr="00152DCD" w:rsidRDefault="009D08E3" w:rsidP="00B63E71">
      <w:pPr>
        <w:pStyle w:val="ListParagraph"/>
        <w:numPr>
          <w:ilvl w:val="0"/>
          <w:numId w:val="3"/>
        </w:numPr>
        <w:jc w:val="both"/>
      </w:pPr>
      <w:r w:rsidRPr="00152DCD">
        <w:t>Какие неисправности можно обнаружить с помощью мультиметра.</w:t>
      </w:r>
    </w:p>
    <w:p w:rsidR="009D08E3" w:rsidRPr="00152DCD" w:rsidRDefault="009D08E3" w:rsidP="00B63E71"/>
    <w:p w:rsidR="009D08E3" w:rsidRPr="00152DCD" w:rsidRDefault="009D08E3" w:rsidP="00B63E71"/>
    <w:p w:rsidR="009D08E3" w:rsidRDefault="009D08E3" w:rsidP="00B63E71">
      <w:bookmarkStart w:id="0" w:name="_GoBack"/>
      <w:bookmarkEnd w:id="0"/>
    </w:p>
    <w:sectPr w:rsidR="009D08E3" w:rsidSect="00D57F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B3E6E"/>
    <w:multiLevelType w:val="hybridMultilevel"/>
    <w:tmpl w:val="DD686634"/>
    <w:lvl w:ilvl="0" w:tplc="FF14309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28975C05"/>
    <w:multiLevelType w:val="hybridMultilevel"/>
    <w:tmpl w:val="110C61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ABB64E4"/>
    <w:multiLevelType w:val="hybridMultilevel"/>
    <w:tmpl w:val="DE32E1E2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5D52285"/>
    <w:multiLevelType w:val="hybridMultilevel"/>
    <w:tmpl w:val="ED940B78"/>
    <w:lvl w:ilvl="0" w:tplc="CC5EEDF8">
      <w:start w:val="1"/>
      <w:numFmt w:val="decimal"/>
      <w:lvlText w:val="%1."/>
      <w:lvlJc w:val="left"/>
      <w:pPr>
        <w:ind w:left="13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2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755C"/>
    <w:rsid w:val="0012583F"/>
    <w:rsid w:val="00143CCC"/>
    <w:rsid w:val="00152DCD"/>
    <w:rsid w:val="0031271E"/>
    <w:rsid w:val="005E755C"/>
    <w:rsid w:val="00652050"/>
    <w:rsid w:val="006B01C1"/>
    <w:rsid w:val="008932B6"/>
    <w:rsid w:val="00894568"/>
    <w:rsid w:val="008D7C3F"/>
    <w:rsid w:val="009D08E3"/>
    <w:rsid w:val="00A04D80"/>
    <w:rsid w:val="00A62127"/>
    <w:rsid w:val="00A8720C"/>
    <w:rsid w:val="00B02BD8"/>
    <w:rsid w:val="00B03BAB"/>
    <w:rsid w:val="00B63E71"/>
    <w:rsid w:val="00C376E0"/>
    <w:rsid w:val="00D57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E7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63E71"/>
    <w:rPr>
      <w:lang w:eastAsia="en-US"/>
    </w:rPr>
  </w:style>
  <w:style w:type="paragraph" w:styleId="ListParagraph">
    <w:name w:val="List Paragraph"/>
    <w:basedOn w:val="Normal"/>
    <w:uiPriority w:val="99"/>
    <w:qFormat/>
    <w:rsid w:val="00B63E71"/>
    <w:pPr>
      <w:ind w:left="720"/>
      <w:contextualSpacing/>
    </w:pPr>
  </w:style>
  <w:style w:type="table" w:styleId="TableGrid">
    <w:name w:val="Table Grid"/>
    <w:basedOn w:val="TableNormal"/>
    <w:uiPriority w:val="99"/>
    <w:rsid w:val="00B63E7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ectrik.info/main/school/1031-kak-polzovatsya-megaommetrom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388</Words>
  <Characters>2217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User</cp:lastModifiedBy>
  <cp:revision>4</cp:revision>
  <dcterms:created xsi:type="dcterms:W3CDTF">2020-04-12T08:34:00Z</dcterms:created>
  <dcterms:modified xsi:type="dcterms:W3CDTF">2020-05-25T18:10:00Z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0x010100FE0FB760385AAF4EA34189A6EDF2821C</vt:lpwstr>
  </property>
</Properties>
</file>